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7D6F5" w14:textId="004B7A68" w:rsidR="00304A9C" w:rsidRPr="001A40E2" w:rsidRDefault="00911CD8" w:rsidP="00304A9C">
      <w:pPr>
        <w:spacing w:after="180"/>
        <w:rPr>
          <w:b/>
          <w:sz w:val="44"/>
          <w:szCs w:val="44"/>
        </w:rPr>
      </w:pPr>
      <w:bookmarkStart w:id="0" w:name="_GoBack"/>
      <w:bookmarkEnd w:id="0"/>
      <w:r>
        <w:rPr>
          <w:b/>
          <w:sz w:val="44"/>
          <w:szCs w:val="44"/>
        </w:rPr>
        <w:t>Attractive forces</w:t>
      </w:r>
    </w:p>
    <w:p w14:paraId="49DE469A" w14:textId="77777777" w:rsidR="00304A9C" w:rsidRDefault="00304A9C" w:rsidP="00304A9C">
      <w:pPr>
        <w:spacing w:after="180"/>
      </w:pPr>
    </w:p>
    <w:p w14:paraId="265B0F97" w14:textId="426F02E0" w:rsidR="00304A9C" w:rsidRDefault="00911CD8" w:rsidP="00304A9C">
      <w:pPr>
        <w:spacing w:after="240"/>
        <w:rPr>
          <w:szCs w:val="18"/>
          <w:lang w:val="en-US"/>
        </w:rPr>
      </w:pPr>
      <w:r>
        <w:rPr>
          <w:szCs w:val="18"/>
          <w:lang w:val="en-US"/>
        </w:rPr>
        <w:t xml:space="preserve">What </w:t>
      </w:r>
      <w:r w:rsidR="006123EA">
        <w:rPr>
          <w:szCs w:val="18"/>
          <w:lang w:val="en-US"/>
        </w:rPr>
        <w:t>give rise to the force of attraction between electrons and the nucleus?</w:t>
      </w:r>
    </w:p>
    <w:p w14:paraId="0E71EA53" w14:textId="77777777" w:rsidR="00304A9C" w:rsidRDefault="00304A9C" w:rsidP="00304A9C">
      <w:pPr>
        <w:ind w:firstLine="720"/>
      </w:pPr>
      <w:r>
        <w:t>Put a tick (</w:t>
      </w:r>
      <w:r>
        <w:sym w:font="Wingdings" w:char="F0FC"/>
      </w:r>
      <w:r>
        <w:t>) in the box next to the best answer.</w:t>
      </w:r>
      <w:r>
        <w:tab/>
      </w:r>
    </w:p>
    <w:p w14:paraId="43373D28" w14:textId="77777777" w:rsidR="00304A9C" w:rsidRDefault="00304A9C" w:rsidP="00304A9C">
      <w:pPr>
        <w:spacing w:after="180"/>
      </w:pPr>
      <w:r>
        <w:tab/>
      </w:r>
      <w:r>
        <w:tab/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304A9C" w:rsidRPr="00AE07E9" w14:paraId="6E65F800" w14:textId="77777777" w:rsidTr="007D3449">
        <w:trPr>
          <w:cantSplit/>
          <w:trHeight w:hRule="exact" w:val="567"/>
        </w:trPr>
        <w:tc>
          <w:tcPr>
            <w:tcW w:w="567" w:type="dxa"/>
            <w:vAlign w:val="center"/>
          </w:tcPr>
          <w:p w14:paraId="3931FA8D" w14:textId="77777777" w:rsidR="00304A9C" w:rsidRPr="00AE07E9" w:rsidRDefault="00304A9C" w:rsidP="007D3449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bookmarkStart w:id="1" w:name="_Hlk22546160"/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4D65D6F4" w14:textId="7F5D4082" w:rsidR="00304A9C" w:rsidRPr="009F3146" w:rsidRDefault="00A47EB1" w:rsidP="007D3449">
            <w:pPr>
              <w:tabs>
                <w:tab w:val="right" w:leader="dot" w:pos="8680"/>
              </w:tabs>
            </w:pPr>
            <w:r>
              <w:t>magnet</w:t>
            </w:r>
            <w:r w:rsidR="003561DE">
              <w:t>ism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1F6A" w14:textId="77777777" w:rsidR="00304A9C" w:rsidRPr="00AE07E9" w:rsidRDefault="00304A9C" w:rsidP="007D3449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04A9C" w:rsidRPr="00AE07E9" w14:paraId="31642333" w14:textId="77777777" w:rsidTr="007D3449">
        <w:trPr>
          <w:cantSplit/>
          <w:trHeight w:hRule="exact" w:val="170"/>
        </w:trPr>
        <w:tc>
          <w:tcPr>
            <w:tcW w:w="567" w:type="dxa"/>
            <w:vAlign w:val="center"/>
          </w:tcPr>
          <w:p w14:paraId="58E817AD" w14:textId="77777777" w:rsidR="00304A9C" w:rsidRPr="00AE07E9" w:rsidRDefault="00304A9C" w:rsidP="007D3449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14:paraId="5AE13577" w14:textId="77777777" w:rsidR="00304A9C" w:rsidRPr="00AE07E9" w:rsidRDefault="00304A9C" w:rsidP="007D3449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CCD0C79" w14:textId="77777777" w:rsidR="00304A9C" w:rsidRPr="00AE07E9" w:rsidRDefault="00304A9C" w:rsidP="007D3449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04A9C" w:rsidRPr="00AE07E9" w14:paraId="25047B36" w14:textId="77777777" w:rsidTr="007D3449">
        <w:trPr>
          <w:cantSplit/>
          <w:trHeight w:hRule="exact" w:val="567"/>
        </w:trPr>
        <w:tc>
          <w:tcPr>
            <w:tcW w:w="567" w:type="dxa"/>
            <w:vAlign w:val="center"/>
          </w:tcPr>
          <w:p w14:paraId="69A71991" w14:textId="77777777" w:rsidR="00304A9C" w:rsidRPr="00AE07E9" w:rsidRDefault="00304A9C" w:rsidP="007D3449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4A8CB8CD" w14:textId="3B66BDA2" w:rsidR="00304A9C" w:rsidRPr="009F3146" w:rsidRDefault="00A47EB1" w:rsidP="007D3449">
            <w:pPr>
              <w:tabs>
                <w:tab w:val="right" w:leader="dot" w:pos="8680"/>
              </w:tabs>
            </w:pPr>
            <w:r>
              <w:t>gravity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643F" w14:textId="77777777" w:rsidR="00304A9C" w:rsidRPr="00AE07E9" w:rsidRDefault="00304A9C" w:rsidP="007D3449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04A9C" w:rsidRPr="00AE07E9" w14:paraId="1367F5A6" w14:textId="77777777" w:rsidTr="007D3449">
        <w:trPr>
          <w:cantSplit/>
          <w:trHeight w:hRule="exact" w:val="170"/>
        </w:trPr>
        <w:tc>
          <w:tcPr>
            <w:tcW w:w="567" w:type="dxa"/>
            <w:vAlign w:val="center"/>
          </w:tcPr>
          <w:p w14:paraId="37F7948B" w14:textId="77777777" w:rsidR="00304A9C" w:rsidRPr="00AE07E9" w:rsidRDefault="00304A9C" w:rsidP="007D3449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14:paraId="300A6EBD" w14:textId="77777777" w:rsidR="00304A9C" w:rsidRPr="00AE07E9" w:rsidRDefault="00304A9C" w:rsidP="007D3449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B472520" w14:textId="77777777" w:rsidR="00304A9C" w:rsidRPr="00AE07E9" w:rsidRDefault="00304A9C" w:rsidP="007D3449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04A9C" w:rsidRPr="00AE07E9" w14:paraId="34880B3B" w14:textId="77777777" w:rsidTr="007D3449">
        <w:trPr>
          <w:cantSplit/>
          <w:trHeight w:hRule="exact" w:val="567"/>
        </w:trPr>
        <w:tc>
          <w:tcPr>
            <w:tcW w:w="567" w:type="dxa"/>
            <w:vAlign w:val="center"/>
          </w:tcPr>
          <w:p w14:paraId="16479D8D" w14:textId="77777777" w:rsidR="00304A9C" w:rsidRPr="00AE07E9" w:rsidRDefault="00304A9C" w:rsidP="007D3449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5473DF32" w14:textId="13EB07C1" w:rsidR="00304A9C" w:rsidRPr="009F3146" w:rsidRDefault="00A47EB1" w:rsidP="007D3449">
            <w:pPr>
              <w:tabs>
                <w:tab w:val="right" w:leader="dot" w:pos="8680"/>
              </w:tabs>
            </w:pPr>
            <w:r w:rsidRPr="00F97A4B">
              <w:t>electric charge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6B1C" w14:textId="77777777" w:rsidR="00304A9C" w:rsidRPr="00AE07E9" w:rsidRDefault="00304A9C" w:rsidP="007D3449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04A9C" w:rsidRPr="00AE07E9" w14:paraId="022F7206" w14:textId="77777777" w:rsidTr="007D3449">
        <w:trPr>
          <w:cantSplit/>
          <w:trHeight w:hRule="exact" w:val="170"/>
        </w:trPr>
        <w:tc>
          <w:tcPr>
            <w:tcW w:w="567" w:type="dxa"/>
            <w:vAlign w:val="center"/>
          </w:tcPr>
          <w:p w14:paraId="6223AC3A" w14:textId="77777777" w:rsidR="00304A9C" w:rsidRPr="00AE07E9" w:rsidRDefault="00304A9C" w:rsidP="007D3449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14:paraId="0D930617" w14:textId="77777777" w:rsidR="00304A9C" w:rsidRPr="00AE07E9" w:rsidRDefault="00304A9C" w:rsidP="007D3449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C5D4BBD" w14:textId="77777777" w:rsidR="00304A9C" w:rsidRPr="00AE07E9" w:rsidRDefault="00304A9C" w:rsidP="007D3449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bookmarkEnd w:id="1"/>
    </w:tbl>
    <w:p w14:paraId="6DFBD667" w14:textId="77777777" w:rsidR="00201AC2" w:rsidRPr="00201AC2" w:rsidRDefault="00201AC2" w:rsidP="006F3279">
      <w:pPr>
        <w:spacing w:after="240"/>
        <w:rPr>
          <w:szCs w:val="18"/>
        </w:rPr>
      </w:pPr>
    </w:p>
    <w:p w14:paraId="715D1963" w14:textId="77777777" w:rsidR="00201AC2" w:rsidRPr="00201AC2" w:rsidRDefault="00201AC2" w:rsidP="006F3279">
      <w:pPr>
        <w:spacing w:after="240"/>
        <w:rPr>
          <w:szCs w:val="18"/>
        </w:rPr>
      </w:pPr>
    </w:p>
    <w:p w14:paraId="1BA3E16E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7"/>
          <w:footerReference w:type="default" r:id="rId8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790BF32D" w14:textId="0E1F5B5E" w:rsidR="00287876" w:rsidRPr="006F3279" w:rsidRDefault="00323334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 w:rsidR="00911CD8">
        <w:rPr>
          <w:i/>
          <w:sz w:val="18"/>
          <w:szCs w:val="18"/>
        </w:rPr>
        <w:t>CPS: Structure and properties</w:t>
      </w:r>
      <w:r w:rsidR="0007651D">
        <w:rPr>
          <w:i/>
          <w:sz w:val="18"/>
          <w:szCs w:val="18"/>
        </w:rPr>
        <w:t xml:space="preserve"> &gt; Topic </w:t>
      </w:r>
      <w:r w:rsidR="00911CD8">
        <w:rPr>
          <w:i/>
          <w:sz w:val="18"/>
          <w:szCs w:val="18"/>
        </w:rPr>
        <w:t>CPS6: Periodic Table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911CD8">
        <w:rPr>
          <w:i/>
          <w:sz w:val="18"/>
          <w:szCs w:val="18"/>
        </w:rPr>
        <w:t>CPS6.1: Atomic model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0A111AFA" w14:textId="77777777" w:rsidTr="00323334">
        <w:tc>
          <w:tcPr>
            <w:tcW w:w="12021" w:type="dxa"/>
            <w:shd w:val="clear" w:color="auto" w:fill="FABF8F" w:themeFill="accent6" w:themeFillTint="99"/>
          </w:tcPr>
          <w:p w14:paraId="5A7D0AB8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59BD1D58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4D448C09" w14:textId="2D1EF4E0" w:rsidR="006F3279" w:rsidRPr="00CA4B46" w:rsidRDefault="00911CD8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Attractive forces</w:t>
            </w:r>
          </w:p>
        </w:tc>
      </w:tr>
    </w:tbl>
    <w:p w14:paraId="471B9E46" w14:textId="77777777" w:rsidR="006F3279" w:rsidRDefault="006F3279" w:rsidP="00E172C6">
      <w:pPr>
        <w:spacing w:after="180"/>
        <w:rPr>
          <w:b/>
        </w:rPr>
      </w:pPr>
    </w:p>
    <w:p w14:paraId="0993AD16" w14:textId="77777777" w:rsidR="00402E34" w:rsidRPr="00402E34" w:rsidRDefault="00402E34" w:rsidP="00E172C6">
      <w:pPr>
        <w:spacing w:after="180"/>
        <w:rPr>
          <w:b/>
          <w:color w:val="E36C0A" w:themeColor="accent6" w:themeShade="BF"/>
        </w:rPr>
      </w:pPr>
      <w:r w:rsidRPr="00402E34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FA5B3A" w14:paraId="65692A26" w14:textId="77777777" w:rsidTr="003F16F9">
        <w:trPr>
          <w:trHeight w:val="340"/>
        </w:trPr>
        <w:tc>
          <w:tcPr>
            <w:tcW w:w="2196" w:type="dxa"/>
          </w:tcPr>
          <w:p w14:paraId="0163EDAD" w14:textId="77777777" w:rsidR="00FA5B3A" w:rsidRDefault="00FA5B3A" w:rsidP="00FA5B3A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14:paraId="71A1C0AA" w14:textId="4EB811E1" w:rsidR="00FA5B3A" w:rsidRDefault="00214EC5" w:rsidP="00FA5B3A">
            <w:pPr>
              <w:spacing w:before="60" w:after="60"/>
            </w:pPr>
            <w:r>
              <w:t>The structure of an atom may be represented by an atomic model.</w:t>
            </w:r>
          </w:p>
        </w:tc>
      </w:tr>
      <w:tr w:rsidR="00FA5B3A" w14:paraId="72BB25C8" w14:textId="77777777" w:rsidTr="003F16F9">
        <w:trPr>
          <w:trHeight w:val="340"/>
        </w:trPr>
        <w:tc>
          <w:tcPr>
            <w:tcW w:w="2196" w:type="dxa"/>
          </w:tcPr>
          <w:p w14:paraId="0E82EADE" w14:textId="77777777" w:rsidR="00FA5B3A" w:rsidRDefault="00FA5B3A" w:rsidP="00FA5B3A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4F79122D" w14:textId="4FE31ED5" w:rsidR="00FA5B3A" w:rsidRPr="00A50C9C" w:rsidRDefault="003C390A" w:rsidP="00FA5B3A">
            <w:pPr>
              <w:spacing w:before="60" w:after="60"/>
              <w:rPr>
                <w:b/>
              </w:rPr>
            </w:pPr>
            <w:r w:rsidRPr="003C390A">
              <w:t>Identify the force of attraction between electrons and the nucleus</w:t>
            </w:r>
            <w:r w:rsidR="00F97A4B">
              <w:t xml:space="preserve"> as</w:t>
            </w:r>
            <w:r w:rsidRPr="003C390A">
              <w:t xml:space="preserve"> </w:t>
            </w:r>
            <w:r w:rsidR="006123EA">
              <w:t xml:space="preserve">being due </w:t>
            </w:r>
            <w:r w:rsidR="006123EA" w:rsidRPr="00F97A4B">
              <w:t>to electric charge.</w:t>
            </w:r>
          </w:p>
        </w:tc>
      </w:tr>
      <w:tr w:rsidR="00FA5B3A" w14:paraId="526F3003" w14:textId="77777777" w:rsidTr="003F16F9">
        <w:trPr>
          <w:trHeight w:val="340"/>
        </w:trPr>
        <w:tc>
          <w:tcPr>
            <w:tcW w:w="2196" w:type="dxa"/>
          </w:tcPr>
          <w:p w14:paraId="10A556E8" w14:textId="77777777" w:rsidR="00FA5B3A" w:rsidRDefault="007F5D5D" w:rsidP="00FA5B3A">
            <w:pPr>
              <w:spacing w:before="60" w:after="60"/>
            </w:pPr>
            <w:r>
              <w:t>Question</w:t>
            </w:r>
            <w:r w:rsidR="00FA5B3A">
              <w:t xml:space="preserve"> type:</w:t>
            </w:r>
          </w:p>
        </w:tc>
        <w:tc>
          <w:tcPr>
            <w:tcW w:w="6820" w:type="dxa"/>
          </w:tcPr>
          <w:p w14:paraId="3203AF77" w14:textId="447020E6" w:rsidR="00FA5B3A" w:rsidRDefault="00304A9C" w:rsidP="00304A9C">
            <w:pPr>
              <w:spacing w:before="60" w:after="60"/>
            </w:pPr>
            <w:r>
              <w:t>simple</w:t>
            </w:r>
            <w:r w:rsidR="00E252BE" w:rsidRPr="00535269">
              <w:t xml:space="preserve"> multiple</w:t>
            </w:r>
            <w:r w:rsidR="00E252BE">
              <w:t xml:space="preserve"> choice</w:t>
            </w:r>
          </w:p>
        </w:tc>
      </w:tr>
      <w:tr w:rsidR="00FA5B3A" w14:paraId="0FF61517" w14:textId="77777777" w:rsidTr="003F16F9">
        <w:trPr>
          <w:trHeight w:val="340"/>
        </w:trPr>
        <w:tc>
          <w:tcPr>
            <w:tcW w:w="2196" w:type="dxa"/>
          </w:tcPr>
          <w:p w14:paraId="0E91BD62" w14:textId="77777777" w:rsidR="00FA5B3A" w:rsidRDefault="00FA5B3A" w:rsidP="00FA5B3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081B075C" w14:textId="6527D701" w:rsidR="00FA5B3A" w:rsidRDefault="00FC634A" w:rsidP="00FA5B3A">
            <w:pPr>
              <w:spacing w:before="60" w:after="60"/>
            </w:pPr>
            <w:r>
              <w:t>magnetic, gravitational, electrostatic, electromagnetic</w:t>
            </w:r>
          </w:p>
        </w:tc>
      </w:tr>
    </w:tbl>
    <w:p w14:paraId="1FF0E6F4" w14:textId="77777777" w:rsidR="00F72ECC" w:rsidRDefault="00F72ECC" w:rsidP="00F72ECC"/>
    <w:p w14:paraId="77D8F448" w14:textId="77777777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59205F99" w14:textId="17CBE317" w:rsidR="00C05571" w:rsidRDefault="00C15BBF" w:rsidP="0050055B">
      <w:pPr>
        <w:spacing w:after="180"/>
      </w:pPr>
      <w:bookmarkStart w:id="2" w:name="_Hlk22542479"/>
      <w:r>
        <w:t xml:space="preserve">Research </w:t>
      </w:r>
      <w:r>
        <w:fldChar w:fldCharType="begin"/>
      </w:r>
      <w:r>
        <w:instrText xml:space="preserve"> ADDIN EN.CITE &lt;EndNote&gt;&lt;Cite&gt;&lt;Author&gt;Taber&lt;/Author&gt;&lt;Year&gt;2013&lt;/Year&gt;&lt;IDText&gt;Upper secondary students&amp;apos; understanding of the basic physical interactions in analogous atomic and solar systems&lt;/IDText&gt;&lt;DisplayText&gt;(Taber, 2013)&lt;/DisplayText&gt;&lt;record&gt;&lt;titles&gt;&lt;title&gt;Upper secondary students&amp;apos; understanding of the basic physical interactions in analogous atomic and solar systems&lt;/title&gt;&lt;secondary-title&gt;Research in Science Education&lt;/secondary-title&gt;&lt;/titles&gt;&lt;pages&gt;1377-1406&lt;/pages&gt;&lt;contributors&gt;&lt;authors&gt;&lt;author&gt;Taber, Keith S&lt;/author&gt;&lt;/authors&gt;&lt;/contributors&gt;&lt;added-date format="utc"&gt;1565367622&lt;/added-date&gt;&lt;ref-type name="Journal Article"&gt;17&lt;/ref-type&gt;&lt;dates&gt;&lt;year&gt;2013&lt;/year&gt;&lt;/dates&gt;&lt;rec-number&gt;65&lt;/rec-number&gt;&lt;last-updated-date format="utc"&gt;1565368045&lt;/last-updated-date&gt;&lt;volume&gt;43&lt;/volume&gt;&lt;/record&gt;&lt;/Cite&gt;&lt;/EndNote&gt;</w:instrText>
      </w:r>
      <w:r>
        <w:fldChar w:fldCharType="separate"/>
      </w:r>
      <w:r>
        <w:rPr>
          <w:noProof/>
        </w:rPr>
        <w:t>(Taber, 2013)</w:t>
      </w:r>
      <w:r>
        <w:fldChar w:fldCharType="end"/>
      </w:r>
      <w:r>
        <w:t xml:space="preserve"> compared student understanding of the components of a simple solar system and a simple atomic system. Nearly all students in the study could identify the type of force acting in the solar system</w:t>
      </w:r>
      <w:r w:rsidR="00FC634A">
        <w:t xml:space="preserve"> (gravity) but only a small proportion of students named</w:t>
      </w:r>
      <w:r w:rsidR="00F97A4B">
        <w:t xml:space="preserve"> a</w:t>
      </w:r>
      <w:r w:rsidR="00FC634A">
        <w:t xml:space="preserve"> type of electrical force in the case of an atomic system. Many answer</w:t>
      </w:r>
      <w:r w:rsidR="00214EC5">
        <w:t>s</w:t>
      </w:r>
      <w:r w:rsidR="00FC634A">
        <w:t xml:space="preserve"> were vague</w:t>
      </w:r>
      <w:r w:rsidR="00320428">
        <w:t>,</w:t>
      </w:r>
      <w:r w:rsidR="00FC634A">
        <w:t xml:space="preserve"> but the most common responses were gravity or magnetism. </w:t>
      </w:r>
    </w:p>
    <w:bookmarkEnd w:id="2"/>
    <w:p w14:paraId="4A004AB8" w14:textId="77777777" w:rsidR="007A748B" w:rsidRPr="00323334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 xml:space="preserve">Ways to use this </w:t>
      </w:r>
      <w:r w:rsidR="00C1460B">
        <w:rPr>
          <w:b/>
          <w:color w:val="E36C0A" w:themeColor="accent6" w:themeShade="BF"/>
          <w:sz w:val="24"/>
        </w:rPr>
        <w:t>question</w:t>
      </w:r>
    </w:p>
    <w:p w14:paraId="083F6265" w14:textId="77777777" w:rsidR="00304A9C" w:rsidRPr="00AE7928" w:rsidRDefault="00304A9C" w:rsidP="00304A9C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14:paraId="02AE5F3D" w14:textId="77777777" w:rsidR="00304A9C" w:rsidRDefault="00304A9C" w:rsidP="00304A9C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14:paraId="76885084" w14:textId="77777777" w:rsidR="00304A9C" w:rsidRPr="00816065" w:rsidRDefault="00304A9C" w:rsidP="00304A9C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14:paraId="6685E259" w14:textId="77777777" w:rsidR="00304A9C" w:rsidRDefault="00304A9C" w:rsidP="00304A9C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14:paraId="39494D9E" w14:textId="03D3B1D1" w:rsidR="00304A9C" w:rsidRPr="00AE7928" w:rsidRDefault="00A47EB1" w:rsidP="00304A9C">
      <w:pPr>
        <w:spacing w:after="180"/>
        <w:rPr>
          <w:rFonts w:cstheme="minorHAnsi"/>
        </w:rPr>
      </w:pPr>
      <w:r>
        <w:rPr>
          <w:rFonts w:cstheme="minorHAnsi"/>
        </w:rPr>
        <w:t>If a teaching assistant is supporting some students</w:t>
      </w:r>
      <w:r w:rsidR="00F97A4B">
        <w:rPr>
          <w:rFonts w:cstheme="minorHAnsi"/>
        </w:rPr>
        <w:t>,</w:t>
      </w:r>
      <w:r>
        <w:rPr>
          <w:rFonts w:cstheme="minorHAnsi"/>
        </w:rPr>
        <w:t xml:space="preserve"> it may be beneficial to provide suitable prompt questions.</w:t>
      </w:r>
    </w:p>
    <w:p w14:paraId="63626CEE" w14:textId="77777777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51F9C612" w14:textId="089E6A5A" w:rsidR="00BF6C8A" w:rsidRDefault="00911CD8" w:rsidP="00BF6C8A">
      <w:pPr>
        <w:spacing w:after="180"/>
      </w:pPr>
      <w:r>
        <w:t xml:space="preserve">C </w:t>
      </w:r>
      <w:r w:rsidR="00A47EB1">
        <w:t>Electric charge</w:t>
      </w:r>
    </w:p>
    <w:p w14:paraId="763071AF" w14:textId="77777777" w:rsidR="006A4440" w:rsidRPr="00323334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How to respond - w</w:t>
      </w:r>
      <w:r w:rsidR="006A4440" w:rsidRPr="00323334">
        <w:rPr>
          <w:b/>
          <w:color w:val="E36C0A" w:themeColor="accent6" w:themeShade="BF"/>
          <w:sz w:val="24"/>
        </w:rPr>
        <w:t>h</w:t>
      </w:r>
      <w:r w:rsidRPr="00323334">
        <w:rPr>
          <w:b/>
          <w:color w:val="E36C0A" w:themeColor="accent6" w:themeShade="BF"/>
          <w:sz w:val="24"/>
        </w:rPr>
        <w:t>at</w:t>
      </w:r>
      <w:r w:rsidR="006A4440" w:rsidRPr="00323334">
        <w:rPr>
          <w:b/>
          <w:color w:val="E36C0A" w:themeColor="accent6" w:themeShade="BF"/>
          <w:sz w:val="24"/>
        </w:rPr>
        <w:t xml:space="preserve"> next?</w:t>
      </w:r>
    </w:p>
    <w:p w14:paraId="70743061" w14:textId="5867B0D6" w:rsidR="002050A7" w:rsidRDefault="003C390A" w:rsidP="006A4440">
      <w:pPr>
        <w:spacing w:after="180"/>
      </w:pPr>
      <w:r w:rsidRPr="00F97A4B">
        <w:t>A student</w:t>
      </w:r>
      <w:r w:rsidR="002050A7" w:rsidRPr="00F97A4B">
        <w:t xml:space="preserve"> who suggests that </w:t>
      </w:r>
      <w:r w:rsidR="006123EA" w:rsidRPr="00F97A4B">
        <w:t>the force of attraction is due to gravity</w:t>
      </w:r>
      <w:r w:rsidR="002050A7" w:rsidRPr="00F97A4B">
        <w:t xml:space="preserve"> may hold a mental model of an atom that is analogous to the solar system. It may help to point out differences between the two</w:t>
      </w:r>
      <w:r w:rsidR="006123EA" w:rsidRPr="00F97A4B">
        <w:t xml:space="preserve">, especially that the electrons and nucleus </w:t>
      </w:r>
      <w:r w:rsidR="001D60C7">
        <w:t>are electrically charged.</w:t>
      </w:r>
    </w:p>
    <w:p w14:paraId="76F721D1" w14:textId="10511B5C" w:rsidR="003C390A" w:rsidRDefault="004F039C" w:rsidP="006A4440">
      <w:pPr>
        <w:spacing w:after="180"/>
      </w:pPr>
      <w:r w:rsidRPr="004F039C">
        <w:t xml:space="preserve">If students have </w:t>
      </w:r>
      <w:r w:rsidR="001E4950">
        <w:t>misunderstanding</w:t>
      </w:r>
      <w:r w:rsidRPr="004F039C">
        <w:t xml:space="preserve">s about </w:t>
      </w:r>
      <w:r w:rsidR="003C390A">
        <w:t>the type of force between the nucleus and electrons it may help to revisit ideas about static electricity</w:t>
      </w:r>
      <w:r w:rsidR="007E345C">
        <w:t xml:space="preserve"> (see key concept PEM1.4)</w:t>
      </w:r>
      <w:r w:rsidR="003C390A">
        <w:t>.</w:t>
      </w:r>
    </w:p>
    <w:p w14:paraId="27B544DE" w14:textId="73A408EB" w:rsidR="005F1A7B" w:rsidRDefault="004F039C" w:rsidP="006A4440">
      <w:pPr>
        <w:spacing w:after="180"/>
      </w:pPr>
      <w:r w:rsidRPr="00F64806">
        <w:t xml:space="preserve">The following </w:t>
      </w:r>
      <w:r w:rsidR="005F1A7B" w:rsidRPr="00F64806">
        <w:t xml:space="preserve">BEST </w:t>
      </w:r>
      <w:r w:rsidR="004C5D20" w:rsidRPr="00F64806">
        <w:t xml:space="preserve">‘response </w:t>
      </w:r>
      <w:r w:rsidR="00C1460B" w:rsidRPr="00F64806">
        <w:t>activities</w:t>
      </w:r>
      <w:r w:rsidR="004C5D20" w:rsidRPr="00F64806">
        <w:t>’</w:t>
      </w:r>
      <w:r w:rsidR="005F1A7B" w:rsidRPr="00F64806">
        <w:t xml:space="preserve"> </w:t>
      </w:r>
      <w:r w:rsidR="004C5D20" w:rsidRPr="00F64806">
        <w:t>c</w:t>
      </w:r>
      <w:r w:rsidR="005F1A7B" w:rsidRPr="00F64806">
        <w:t xml:space="preserve">ould </w:t>
      </w:r>
      <w:r w:rsidR="004C5D20" w:rsidRPr="00F64806">
        <w:t>be used in follow-up to this diagnostic question</w:t>
      </w:r>
      <w:r w:rsidRPr="00F64806">
        <w:t>:</w:t>
      </w:r>
    </w:p>
    <w:p w14:paraId="701FCFB6" w14:textId="64A9512C" w:rsidR="00A6111E" w:rsidRPr="00A6111E" w:rsidRDefault="00C836C9" w:rsidP="00402E34">
      <w:pPr>
        <w:pStyle w:val="ListParagraph"/>
        <w:numPr>
          <w:ilvl w:val="0"/>
          <w:numId w:val="1"/>
        </w:numPr>
        <w:spacing w:after="180"/>
      </w:pPr>
      <w:r>
        <w:t>Forces of attraction</w:t>
      </w:r>
    </w:p>
    <w:p w14:paraId="0F707BDF" w14:textId="77777777" w:rsidR="003117F6" w:rsidRPr="00323334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Acknowledgments</w:t>
      </w:r>
    </w:p>
    <w:p w14:paraId="694CCC23" w14:textId="3780BA75" w:rsidR="00D278E8" w:rsidRDefault="00D278E8" w:rsidP="00E172C6">
      <w:pPr>
        <w:spacing w:after="180"/>
      </w:pPr>
      <w:r w:rsidRPr="003C390A">
        <w:t xml:space="preserve">Developed </w:t>
      </w:r>
      <w:r w:rsidR="0015356E" w:rsidRPr="003C390A">
        <w:t xml:space="preserve">by </w:t>
      </w:r>
      <w:r w:rsidR="00E252BE" w:rsidRPr="003C390A">
        <w:t>Helen Harden</w:t>
      </w:r>
      <w:r w:rsidR="0015356E" w:rsidRPr="003C390A">
        <w:t xml:space="preserve"> (UYSEG), </w:t>
      </w:r>
      <w:bookmarkStart w:id="3" w:name="_Hlk22892724"/>
      <w:r w:rsidRPr="003C390A">
        <w:t xml:space="preserve">from an idea by </w:t>
      </w:r>
      <w:r w:rsidR="00C15BBF" w:rsidRPr="003C390A">
        <w:t>Dr Keith Taber</w:t>
      </w:r>
      <w:r w:rsidR="00C15BBF">
        <w:t xml:space="preserve"> Faculty of Education, University of Cambridge</w:t>
      </w:r>
    </w:p>
    <w:bookmarkEnd w:id="3"/>
    <w:p w14:paraId="42404869" w14:textId="2DF87696" w:rsidR="00CC78A5" w:rsidRDefault="00D278E8" w:rsidP="00E172C6">
      <w:pPr>
        <w:spacing w:after="180"/>
      </w:pPr>
      <w:r w:rsidRPr="0045323E">
        <w:t xml:space="preserve">Images: </w:t>
      </w:r>
      <w:r w:rsidR="00C15BBF">
        <w:t>None</w:t>
      </w:r>
    </w:p>
    <w:p w14:paraId="68DD8E05" w14:textId="01D95846" w:rsidR="00C15BBF" w:rsidRPr="003C390A" w:rsidRDefault="003117F6" w:rsidP="00E24309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References</w:t>
      </w:r>
    </w:p>
    <w:p w14:paraId="7F472ED2" w14:textId="77777777" w:rsidR="00D03064" w:rsidRPr="00D03064" w:rsidRDefault="00C15BBF" w:rsidP="00D03064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D03064" w:rsidRPr="00D03064">
        <w:t xml:space="preserve">Taber, K. S. (2013). Upper secondary students' understanding of the basic physical interactions in analogous atomic and solar systems. </w:t>
      </w:r>
      <w:r w:rsidR="00D03064" w:rsidRPr="00D03064">
        <w:rPr>
          <w:i/>
        </w:rPr>
        <w:t>Research in Science Education,</w:t>
      </w:r>
      <w:r w:rsidR="00D03064" w:rsidRPr="00D03064">
        <w:t xml:space="preserve"> 43</w:t>
      </w:r>
      <w:r w:rsidR="00D03064" w:rsidRPr="00D03064">
        <w:rPr>
          <w:b/>
        </w:rPr>
        <w:t>,</w:t>
      </w:r>
      <w:r w:rsidR="00D03064" w:rsidRPr="00D03064">
        <w:t xml:space="preserve"> 1377-1406.</w:t>
      </w:r>
    </w:p>
    <w:p w14:paraId="63E04364" w14:textId="5C673ACA" w:rsidR="0067031A" w:rsidRPr="0067031A" w:rsidRDefault="00C15BBF" w:rsidP="00E24309">
      <w:pPr>
        <w:spacing w:after="180"/>
      </w:pPr>
      <w:r>
        <w:fldChar w:fldCharType="end"/>
      </w:r>
    </w:p>
    <w:sectPr w:rsidR="0067031A" w:rsidRPr="0067031A" w:rsidSect="00642ECD">
      <w:headerReference w:type="default" r:id="rId9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8D30A" w14:textId="77777777" w:rsidR="00B56CF3" w:rsidRDefault="00B56CF3" w:rsidP="000B473B">
      <w:r>
        <w:separator/>
      </w:r>
    </w:p>
  </w:endnote>
  <w:endnote w:type="continuationSeparator" w:id="0">
    <w:p w14:paraId="6B267CAA" w14:textId="77777777" w:rsidR="00B56CF3" w:rsidRDefault="00B56CF3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8B592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EF33E0A" wp14:editId="649FF127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6F72C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304A9C">
      <w:rPr>
        <w:noProof/>
      </w:rPr>
      <w:t>3</w:t>
    </w:r>
    <w:r>
      <w:rPr>
        <w:noProof/>
      </w:rPr>
      <w:fldChar w:fldCharType="end"/>
    </w:r>
  </w:p>
  <w:p w14:paraId="2D4A9342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67031A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21001010" w14:textId="77777777" w:rsidR="00F12C3B" w:rsidRPr="00201AC2" w:rsidRDefault="001E4950" w:rsidP="001E4950">
    <w:pPr>
      <w:pStyle w:val="Footer"/>
      <w:rPr>
        <w:sz w:val="16"/>
        <w:szCs w:val="16"/>
      </w:rPr>
    </w:pPr>
    <w:r w:rsidRPr="001E4950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6419D" w14:textId="77777777" w:rsidR="00B56CF3" w:rsidRDefault="00B56CF3" w:rsidP="000B473B">
      <w:r>
        <w:separator/>
      </w:r>
    </w:p>
  </w:footnote>
  <w:footnote w:type="continuationSeparator" w:id="0">
    <w:p w14:paraId="5A9E3652" w14:textId="77777777" w:rsidR="00B56CF3" w:rsidRDefault="00B56CF3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A62D3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45EF2169" wp14:editId="01E185E0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3D995DA" wp14:editId="0D569DDF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2030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ZuVg28sBAAB9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E2E43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66F3581B" wp14:editId="2087F61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1AF810D2" wp14:editId="39A9FA9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57D5B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HCPOiMsBAAB9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FA187B"/>
    <w:rsid w:val="00015578"/>
    <w:rsid w:val="00024731"/>
    <w:rsid w:val="00026DEC"/>
    <w:rsid w:val="000505CA"/>
    <w:rsid w:val="0007651D"/>
    <w:rsid w:val="0009089A"/>
    <w:rsid w:val="000947E2"/>
    <w:rsid w:val="00095E04"/>
    <w:rsid w:val="000B45C3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1D60C7"/>
    <w:rsid w:val="001E4950"/>
    <w:rsid w:val="00201A1D"/>
    <w:rsid w:val="00201AC2"/>
    <w:rsid w:val="002050A7"/>
    <w:rsid w:val="00214608"/>
    <w:rsid w:val="00214EC5"/>
    <w:rsid w:val="0021607B"/>
    <w:rsid w:val="002178AC"/>
    <w:rsid w:val="0022547C"/>
    <w:rsid w:val="00242736"/>
    <w:rsid w:val="0025410A"/>
    <w:rsid w:val="0027553E"/>
    <w:rsid w:val="0028012F"/>
    <w:rsid w:val="002828DF"/>
    <w:rsid w:val="00287876"/>
    <w:rsid w:val="00292C53"/>
    <w:rsid w:val="00294E22"/>
    <w:rsid w:val="002C1D75"/>
    <w:rsid w:val="002C22EA"/>
    <w:rsid w:val="002C59BA"/>
    <w:rsid w:val="00301AA9"/>
    <w:rsid w:val="00304A9C"/>
    <w:rsid w:val="003117F6"/>
    <w:rsid w:val="00320428"/>
    <w:rsid w:val="00323334"/>
    <w:rsid w:val="00330643"/>
    <w:rsid w:val="003533B8"/>
    <w:rsid w:val="003561DE"/>
    <w:rsid w:val="003752BE"/>
    <w:rsid w:val="003A346A"/>
    <w:rsid w:val="003B2917"/>
    <w:rsid w:val="003B541B"/>
    <w:rsid w:val="003C390A"/>
    <w:rsid w:val="003E2B2F"/>
    <w:rsid w:val="003E6046"/>
    <w:rsid w:val="003F16F9"/>
    <w:rsid w:val="00402E34"/>
    <w:rsid w:val="00430C1F"/>
    <w:rsid w:val="00442595"/>
    <w:rsid w:val="0045323E"/>
    <w:rsid w:val="004B0EE1"/>
    <w:rsid w:val="004C5D20"/>
    <w:rsid w:val="004D0D83"/>
    <w:rsid w:val="004E1DF1"/>
    <w:rsid w:val="004E5592"/>
    <w:rsid w:val="004F039C"/>
    <w:rsid w:val="0050055B"/>
    <w:rsid w:val="00524710"/>
    <w:rsid w:val="00555342"/>
    <w:rsid w:val="005560E2"/>
    <w:rsid w:val="005A452E"/>
    <w:rsid w:val="005A6EE7"/>
    <w:rsid w:val="005F1A7B"/>
    <w:rsid w:val="006123EA"/>
    <w:rsid w:val="006355D8"/>
    <w:rsid w:val="00642ECD"/>
    <w:rsid w:val="006502A0"/>
    <w:rsid w:val="0067031A"/>
    <w:rsid w:val="006772F5"/>
    <w:rsid w:val="00695159"/>
    <w:rsid w:val="006A4440"/>
    <w:rsid w:val="006B0615"/>
    <w:rsid w:val="006D166B"/>
    <w:rsid w:val="006F3279"/>
    <w:rsid w:val="006F6C6B"/>
    <w:rsid w:val="00704AEE"/>
    <w:rsid w:val="00722F9A"/>
    <w:rsid w:val="00754539"/>
    <w:rsid w:val="00781BC6"/>
    <w:rsid w:val="007A3C86"/>
    <w:rsid w:val="007A683E"/>
    <w:rsid w:val="007A748B"/>
    <w:rsid w:val="007C26E1"/>
    <w:rsid w:val="007D1D65"/>
    <w:rsid w:val="007D3449"/>
    <w:rsid w:val="007E0A9E"/>
    <w:rsid w:val="007E345C"/>
    <w:rsid w:val="007E5309"/>
    <w:rsid w:val="007F5D5D"/>
    <w:rsid w:val="00800DE1"/>
    <w:rsid w:val="00813F47"/>
    <w:rsid w:val="008450D6"/>
    <w:rsid w:val="00856FCA"/>
    <w:rsid w:val="00867180"/>
    <w:rsid w:val="00873B8C"/>
    <w:rsid w:val="00880E3B"/>
    <w:rsid w:val="008A405F"/>
    <w:rsid w:val="008C7F34"/>
    <w:rsid w:val="008E580C"/>
    <w:rsid w:val="0090047A"/>
    <w:rsid w:val="00911CD8"/>
    <w:rsid w:val="00925026"/>
    <w:rsid w:val="00931264"/>
    <w:rsid w:val="00942A4B"/>
    <w:rsid w:val="00961D59"/>
    <w:rsid w:val="009B2CE4"/>
    <w:rsid w:val="009B2D55"/>
    <w:rsid w:val="009C0343"/>
    <w:rsid w:val="009E0D11"/>
    <w:rsid w:val="00A114B3"/>
    <w:rsid w:val="00A24A16"/>
    <w:rsid w:val="00A37D14"/>
    <w:rsid w:val="00A42C0B"/>
    <w:rsid w:val="00A47EB1"/>
    <w:rsid w:val="00A6111E"/>
    <w:rsid w:val="00A6168B"/>
    <w:rsid w:val="00A62028"/>
    <w:rsid w:val="00AA6236"/>
    <w:rsid w:val="00AB6AE7"/>
    <w:rsid w:val="00AD21F5"/>
    <w:rsid w:val="00B06225"/>
    <w:rsid w:val="00B23C7A"/>
    <w:rsid w:val="00B305F5"/>
    <w:rsid w:val="00B46FF9"/>
    <w:rsid w:val="00B47E1D"/>
    <w:rsid w:val="00B56CF3"/>
    <w:rsid w:val="00B75483"/>
    <w:rsid w:val="00BA7952"/>
    <w:rsid w:val="00BB44B4"/>
    <w:rsid w:val="00BF0BBF"/>
    <w:rsid w:val="00BF6C8A"/>
    <w:rsid w:val="00C05571"/>
    <w:rsid w:val="00C1460B"/>
    <w:rsid w:val="00C15BBF"/>
    <w:rsid w:val="00C246CE"/>
    <w:rsid w:val="00C54711"/>
    <w:rsid w:val="00C57FA2"/>
    <w:rsid w:val="00C836C9"/>
    <w:rsid w:val="00CC2E4D"/>
    <w:rsid w:val="00CC78A5"/>
    <w:rsid w:val="00CC7B16"/>
    <w:rsid w:val="00CE15FE"/>
    <w:rsid w:val="00D02E15"/>
    <w:rsid w:val="00D03064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252BE"/>
    <w:rsid w:val="00E53D82"/>
    <w:rsid w:val="00E9330A"/>
    <w:rsid w:val="00ED2124"/>
    <w:rsid w:val="00EE6B97"/>
    <w:rsid w:val="00F12C3B"/>
    <w:rsid w:val="00F26884"/>
    <w:rsid w:val="00F64806"/>
    <w:rsid w:val="00F72ECC"/>
    <w:rsid w:val="00F8355F"/>
    <w:rsid w:val="00F97A4B"/>
    <w:rsid w:val="00FA187B"/>
    <w:rsid w:val="00FA3196"/>
    <w:rsid w:val="00FA5B3A"/>
    <w:rsid w:val="00FC634A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004F83"/>
  <w15:docId w15:val="{F981185B-05C9-4581-85AB-4AEE3AB09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C15BBF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15BBF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C15BBF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15BBF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Dec\template_chemistry_diagnostic_Simple%20Multi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template_chemistry_diagnostic_Simple Multi Choice</Template>
  <TotalTime>88</TotalTime>
  <Pages>3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 Harden</dc:creator>
  <cp:keywords/>
  <dc:description/>
  <cp:lastModifiedBy>HEC Harden</cp:lastModifiedBy>
  <cp:revision>6</cp:revision>
  <cp:lastPrinted>2019-10-25T10:29:00Z</cp:lastPrinted>
  <dcterms:created xsi:type="dcterms:W3CDTF">2019-08-14T09:15:00Z</dcterms:created>
  <dcterms:modified xsi:type="dcterms:W3CDTF">2019-10-28T09:39:00Z</dcterms:modified>
</cp:coreProperties>
</file>